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2FCEB365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77777777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 xml:space="preserve">„Budujemy lepszą przyszłość!” </w:t>
      </w:r>
    </w:p>
    <w:p w14:paraId="4FB54203" w14:textId="77B25935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FEDS.07.05-IP.02-0026/24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77777777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OŚWIADCZENIE *</w:t>
      </w:r>
    </w:p>
    <w:p w14:paraId="4D943D0E" w14:textId="77777777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</w:p>
    <w:p w14:paraId="4AF7115C" w14:textId="77777777" w:rsidR="0076082B" w:rsidRPr="00F422CB" w:rsidRDefault="0076082B" w:rsidP="0076082B">
      <w:pPr>
        <w:spacing w:after="3" w:line="256" w:lineRule="auto"/>
        <w:ind w:left="237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5B82205F" w14:textId="77777777" w:rsidR="0076082B" w:rsidRPr="00F422CB" w:rsidRDefault="0076082B" w:rsidP="0076082B">
      <w:pPr>
        <w:jc w:val="both"/>
        <w:rPr>
          <w:rFonts w:asciiTheme="minorHAnsi" w:hAnsiTheme="minorHAnsi"/>
          <w:bCs/>
        </w:rPr>
      </w:pPr>
      <w:r w:rsidRPr="00F422CB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rFonts w:asciiTheme="minorHAnsi" w:hAnsiTheme="minorHAnsi"/>
          <w:vertAlign w:val="superscript"/>
        </w:rPr>
        <w:footnoteReference w:id="1"/>
      </w:r>
      <w:r w:rsidRPr="00F422CB">
        <w:rPr>
          <w:rFonts w:asciiTheme="minorHAnsi" w:hAnsiTheme="minorHAnsi"/>
        </w:rPr>
        <w:t xml:space="preserve"> wobec osób fizycznych, od których dane osobowe bezpośrednio lub pośrednio pozyskałem w celu ubiegania się </w:t>
      </w:r>
      <w:r>
        <w:rPr>
          <w:rFonts w:asciiTheme="minorHAnsi" w:hAnsiTheme="minorHAnsi"/>
        </w:rPr>
        <w:t xml:space="preserve">                          </w:t>
      </w:r>
      <w:r w:rsidRPr="00F422CB">
        <w:rPr>
          <w:rFonts w:asciiTheme="minorHAnsi" w:hAnsiTheme="minorHAnsi"/>
        </w:rPr>
        <w:t xml:space="preserve">o udzielenie zamówienia w </w:t>
      </w:r>
      <w:r>
        <w:rPr>
          <w:rFonts w:asciiTheme="minorHAnsi" w:hAnsiTheme="minorHAnsi"/>
        </w:rPr>
        <w:t>Zapytaniu ofertowym</w:t>
      </w:r>
      <w:r w:rsidRPr="00F422CB">
        <w:rPr>
          <w:rFonts w:asciiTheme="minorHAnsi" w:hAnsiTheme="minorHAnsi"/>
        </w:rPr>
        <w:t xml:space="preserve">. </w:t>
      </w:r>
    </w:p>
    <w:p w14:paraId="2A20C2A4" w14:textId="77777777" w:rsidR="0076082B" w:rsidRPr="00F422CB" w:rsidRDefault="0076082B" w:rsidP="0076082B">
      <w:pPr>
        <w:ind w:left="237" w:right="40" w:firstLine="708"/>
        <w:rPr>
          <w:rFonts w:asciiTheme="minorHAnsi" w:hAnsiTheme="minorHAnsi"/>
        </w:rPr>
      </w:pPr>
    </w:p>
    <w:p w14:paraId="45D7D728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0466019C" w14:textId="77777777" w:rsidR="0076082B" w:rsidRPr="00F422CB" w:rsidRDefault="0076082B" w:rsidP="0076082B">
      <w:pPr>
        <w:spacing w:line="259" w:lineRule="auto"/>
        <w:ind w:left="950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103DBAFC" w14:textId="6C3B4134" w:rsidR="0076082B" w:rsidRPr="0076082B" w:rsidRDefault="0076082B" w:rsidP="0076082B">
      <w:pPr>
        <w:spacing w:line="259" w:lineRule="auto"/>
        <w:rPr>
          <w:rFonts w:asciiTheme="minorHAnsi" w:hAnsiTheme="minorHAnsi"/>
        </w:rPr>
      </w:pPr>
    </w:p>
    <w:p w14:paraId="2B3B105E" w14:textId="77777777" w:rsidR="0076082B" w:rsidRPr="00681862" w:rsidRDefault="0076082B" w:rsidP="0076082B">
      <w:pPr>
        <w:suppressAutoHyphens/>
        <w:rPr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……………………………………………</w:t>
      </w:r>
    </w:p>
    <w:p w14:paraId="1CE31422" w14:textId="7EB39A73" w:rsidR="0076082B" w:rsidRPr="0076082B" w:rsidRDefault="0076082B" w:rsidP="0076082B">
      <w:pPr>
        <w:suppressAutoHyphens/>
        <w:spacing w:line="100" w:lineRule="atLeast"/>
        <w:ind w:firstLine="624"/>
        <w:rPr>
          <w:spacing w:val="-4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</w:t>
      </w:r>
      <w:r w:rsidRPr="00681862">
        <w:rPr>
          <w:rFonts w:asciiTheme="minorHAnsi" w:hAnsiTheme="minorHAnsi" w:cs="Arial Narrow"/>
        </w:rPr>
        <w:t xml:space="preserve">         Miejscowość i data</w:t>
      </w:r>
      <w:r w:rsidRPr="00681862">
        <w:rPr>
          <w:rFonts w:asciiTheme="minorHAnsi" w:hAnsiTheme="minorHAnsi" w:cs="Arial Narrow"/>
        </w:rPr>
        <w:tab/>
      </w:r>
      <w:r w:rsidRPr="00681862">
        <w:rPr>
          <w:spacing w:val="-3"/>
          <w:kern w:val="1"/>
          <w:lang w:eastAsia="ar-SA"/>
        </w:rPr>
        <w:t xml:space="preserve">                                                                 </w:t>
      </w:r>
      <w:r w:rsidRPr="00681862">
        <w:rPr>
          <w:spacing w:val="-4"/>
          <w:kern w:val="1"/>
          <w:lang w:eastAsia="ar-SA"/>
        </w:rPr>
        <w:t xml:space="preserve">Czytelny podpis Oferenta </w:t>
      </w:r>
    </w:p>
    <w:p w14:paraId="4E882CC0" w14:textId="77777777" w:rsidR="0076082B" w:rsidRPr="00F422CB" w:rsidRDefault="0076082B" w:rsidP="0076082B">
      <w:pPr>
        <w:spacing w:line="265" w:lineRule="auto"/>
        <w:ind w:left="4966" w:right="576"/>
        <w:rPr>
          <w:rFonts w:asciiTheme="minorHAnsi" w:hAnsiTheme="minorHAnsi"/>
        </w:rPr>
      </w:pPr>
    </w:p>
    <w:p w14:paraId="592997C4" w14:textId="77777777" w:rsidR="0076082B" w:rsidRPr="00F422CB" w:rsidRDefault="0076082B" w:rsidP="0076082B">
      <w:pPr>
        <w:spacing w:line="265" w:lineRule="auto"/>
        <w:ind w:left="4966" w:right="576"/>
        <w:rPr>
          <w:rFonts w:asciiTheme="minorHAnsi" w:hAnsiTheme="minorHAnsi"/>
        </w:rPr>
      </w:pPr>
    </w:p>
    <w:p w14:paraId="2BB02820" w14:textId="77777777" w:rsidR="0076082B" w:rsidRPr="00F422CB" w:rsidRDefault="0076082B" w:rsidP="0076082B">
      <w:pPr>
        <w:spacing w:line="265" w:lineRule="auto"/>
        <w:ind w:left="4966" w:right="576"/>
        <w:rPr>
          <w:rFonts w:asciiTheme="minorHAnsi" w:hAnsiTheme="minorHAnsi"/>
        </w:rPr>
      </w:pPr>
    </w:p>
    <w:p w14:paraId="20001903" w14:textId="77777777" w:rsidR="0076082B" w:rsidRPr="001B6CBE" w:rsidRDefault="0076082B" w:rsidP="0076082B">
      <w:pPr>
        <w:spacing w:line="259" w:lineRule="auto"/>
        <w:jc w:val="both"/>
        <w:rPr>
          <w:rFonts w:asciiTheme="minorHAnsi" w:hAnsiTheme="minorHAnsi"/>
        </w:rPr>
      </w:pPr>
      <w:r w:rsidRPr="001B6CBE">
        <w:rPr>
          <w:rFonts w:asciiTheme="minorHAnsi" w:hAnsiTheme="minorHAnsi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3ECC4335" w14:textId="77777777" w:rsidR="0076082B" w:rsidRPr="00F422CB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68B20009" w14:textId="38415822" w:rsidR="002F7E5B" w:rsidRPr="00D90060" w:rsidRDefault="0076082B" w:rsidP="0076082B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CE41C" w14:textId="77777777" w:rsidR="00E6685B" w:rsidRDefault="00E6685B">
      <w:r>
        <w:separator/>
      </w:r>
    </w:p>
  </w:endnote>
  <w:endnote w:type="continuationSeparator" w:id="0">
    <w:p w14:paraId="5B8D17B7" w14:textId="77777777" w:rsidR="00E6685B" w:rsidRDefault="00E6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BF775" w14:textId="77777777" w:rsidR="00E6685B" w:rsidRDefault="00E6685B">
      <w:r>
        <w:separator/>
      </w:r>
    </w:p>
  </w:footnote>
  <w:footnote w:type="continuationSeparator" w:id="0">
    <w:p w14:paraId="65B379F9" w14:textId="77777777" w:rsidR="00E6685B" w:rsidRDefault="00E6685B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303720">
    <w:abstractNumId w:val="5"/>
  </w:num>
  <w:num w:numId="2" w16cid:durableId="1161777993">
    <w:abstractNumId w:val="1"/>
  </w:num>
  <w:num w:numId="3" w16cid:durableId="1791363073">
    <w:abstractNumId w:val="6"/>
  </w:num>
  <w:num w:numId="4" w16cid:durableId="1859615533">
    <w:abstractNumId w:val="4"/>
  </w:num>
  <w:num w:numId="5" w16cid:durableId="953175321">
    <w:abstractNumId w:val="7"/>
  </w:num>
  <w:num w:numId="6" w16cid:durableId="3459080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831315">
    <w:abstractNumId w:val="0"/>
  </w:num>
  <w:num w:numId="8" w16cid:durableId="860047568">
    <w:abstractNumId w:val="2"/>
  </w:num>
  <w:num w:numId="9" w16cid:durableId="102617700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27D2"/>
    <w:rsid w:val="00014638"/>
    <w:rsid w:val="00016550"/>
    <w:rsid w:val="00016ED7"/>
    <w:rsid w:val="00036519"/>
    <w:rsid w:val="00060CB4"/>
    <w:rsid w:val="00061F20"/>
    <w:rsid w:val="00066ECF"/>
    <w:rsid w:val="000702EA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B02D1"/>
    <w:rsid w:val="001B072F"/>
    <w:rsid w:val="001B210F"/>
    <w:rsid w:val="001B5232"/>
    <w:rsid w:val="001B718A"/>
    <w:rsid w:val="001E0172"/>
    <w:rsid w:val="001E0837"/>
    <w:rsid w:val="001E5784"/>
    <w:rsid w:val="001F00F8"/>
    <w:rsid w:val="001F4DFD"/>
    <w:rsid w:val="001F69EF"/>
    <w:rsid w:val="00205F4F"/>
    <w:rsid w:val="00207C8D"/>
    <w:rsid w:val="00214DED"/>
    <w:rsid w:val="002178FA"/>
    <w:rsid w:val="002204E9"/>
    <w:rsid w:val="00230258"/>
    <w:rsid w:val="00232F57"/>
    <w:rsid w:val="00241C1F"/>
    <w:rsid w:val="002425AE"/>
    <w:rsid w:val="0025004F"/>
    <w:rsid w:val="00250E8B"/>
    <w:rsid w:val="002520E9"/>
    <w:rsid w:val="00254F50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65EC7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240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4D4A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438C3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7F59DA"/>
    <w:rsid w:val="00801A7B"/>
    <w:rsid w:val="008164DB"/>
    <w:rsid w:val="00822F85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5783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32D2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7699E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06D4"/>
    <w:rsid w:val="009F2CF0"/>
    <w:rsid w:val="009F2E5F"/>
    <w:rsid w:val="009F5505"/>
    <w:rsid w:val="009F64EC"/>
    <w:rsid w:val="009F7B0F"/>
    <w:rsid w:val="00A0246C"/>
    <w:rsid w:val="00A03202"/>
    <w:rsid w:val="00A04690"/>
    <w:rsid w:val="00A10A17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2E1D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2D4D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C01B5F"/>
    <w:rsid w:val="00C03A27"/>
    <w:rsid w:val="00C13BA5"/>
    <w:rsid w:val="00C2466A"/>
    <w:rsid w:val="00C24696"/>
    <w:rsid w:val="00C353F9"/>
    <w:rsid w:val="00C44D09"/>
    <w:rsid w:val="00C46D2F"/>
    <w:rsid w:val="00C62C24"/>
    <w:rsid w:val="00C635B6"/>
    <w:rsid w:val="00C63D53"/>
    <w:rsid w:val="00C70F10"/>
    <w:rsid w:val="00C801C6"/>
    <w:rsid w:val="00C94B2C"/>
    <w:rsid w:val="00C9511E"/>
    <w:rsid w:val="00CA20F9"/>
    <w:rsid w:val="00CA42B8"/>
    <w:rsid w:val="00CB2315"/>
    <w:rsid w:val="00CB2915"/>
    <w:rsid w:val="00CB422A"/>
    <w:rsid w:val="00CB5F4D"/>
    <w:rsid w:val="00CC263D"/>
    <w:rsid w:val="00CC685E"/>
    <w:rsid w:val="00CC7355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BC9"/>
    <w:rsid w:val="00D73211"/>
    <w:rsid w:val="00D75285"/>
    <w:rsid w:val="00D90060"/>
    <w:rsid w:val="00D947E0"/>
    <w:rsid w:val="00DA7985"/>
    <w:rsid w:val="00DB0C88"/>
    <w:rsid w:val="00DB0E75"/>
    <w:rsid w:val="00DB6904"/>
    <w:rsid w:val="00DC066E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6685B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A2CB4-E24B-3D4D-AE36-D861976F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2025-07-07T13:20:00Z</dcterms:created>
  <dcterms:modified xsi:type="dcterms:W3CDTF">2025-07-07T13:20:00Z</dcterms:modified>
</cp:coreProperties>
</file>